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FBD" w:rsidRDefault="005757B4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5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757B4" w:rsidTr="005757B4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757B4" w:rsidRDefault="005757B4">
                                  <w:pPr>
                                    <w:pStyle w:val="R0"/>
                                  </w:pPr>
                                  <w:bookmarkStart w:id="1" w:name="rcvName"/>
                                </w:p>
                                <w:p w:rsidR="005757B4" w:rsidRDefault="005757B4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5757B4" w:rsidTr="005757B4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757B4" w:rsidRDefault="005757B4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t xml:space="preserve"> 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5757B4" w:rsidRDefault="00575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68pt;margin-top:51.05pt;width:90.65pt;height:30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aCzgIAAL0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WdnaC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757B4" w:rsidTr="005757B4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757B4" w:rsidRDefault="005757B4">
                            <w:pPr>
                              <w:pStyle w:val="R0"/>
                            </w:pPr>
                            <w:bookmarkStart w:id="4" w:name="rcvName"/>
                          </w:p>
                          <w:p w:rsidR="005757B4" w:rsidRDefault="005757B4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5757B4" w:rsidTr="005757B4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757B4" w:rsidRDefault="005757B4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t xml:space="preserve"> </w:t>
                            </w:r>
                            <w:bookmarkEnd w:id="6"/>
                          </w:p>
                        </w:tc>
                      </w:tr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1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757B4" w:rsidTr="005757B4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757B4" w:rsidRDefault="005757B4">
                                  <w:pPr>
                                    <w:pStyle w:val="R1"/>
                                  </w:pPr>
                                  <w:bookmarkStart w:id="7" w:name="rcvAddress" w:colFirst="0" w:colLast="0"/>
                                </w:p>
                              </w:tc>
                            </w:tr>
                            <w:bookmarkEnd w:id="7"/>
                          </w:tbl>
                          <w:p w:rsidR="005757B4" w:rsidRDefault="00575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7" type="#_x0000_t202" style="position:absolute;left:0;text-align:left;margin-left:190.7pt;margin-top:51.05pt;width:52.6pt;height:29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6Bt0gIAAMM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12OgbdICAADD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757B4" w:rsidTr="005757B4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757B4" w:rsidRDefault="005757B4">
                            <w:pPr>
                              <w:pStyle w:val="R1"/>
                            </w:pPr>
                            <w:bookmarkStart w:id="8" w:name="rcvAddress" w:colFirst="0" w:colLast="0"/>
                          </w:p>
                        </w:tc>
                      </w:tr>
                      <w:bookmarkEnd w:id="8"/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50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757B4" w:rsidTr="005757B4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757B4" w:rsidRDefault="005757B4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</w:p>
                              </w:tc>
                            </w:tr>
                            <w:bookmarkEnd w:id="9"/>
                          </w:tbl>
                          <w:p w:rsidR="005757B4" w:rsidRDefault="00575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8" type="#_x0000_t202" style="position:absolute;left:0;text-align:left;margin-left:-14pt;margin-top:191.35pt;width:87.4pt;height:16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i10wIAAMQ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C7xhi1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757B4" w:rsidTr="005757B4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757B4" w:rsidRDefault="005757B4">
                            <w:pPr>
                              <w:pStyle w:val="S1"/>
                            </w:pPr>
                            <w:bookmarkStart w:id="10" w:name="sndAddress" w:colFirst="0" w:colLast="0"/>
                          </w:p>
                        </w:tc>
                      </w:tr>
                      <w:bookmarkEnd w:id="10"/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49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757B4" w:rsidTr="005757B4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757B4" w:rsidRDefault="005757B4">
                                  <w:pPr>
                                    <w:pStyle w:val="SC"/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5757B4" w:rsidRDefault="00575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9" type="#_x0000_t202" style="position:absolute;left:0;text-align:left;margin-left:-13.15pt;margin-top:177.75pt;width:87.4pt;height: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Uu0w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AEhdS7TAgAAww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757B4" w:rsidTr="005757B4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757B4" w:rsidRDefault="005757B4">
                            <w:pPr>
                              <w:pStyle w:val="SC"/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4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757B4" w:rsidTr="005757B4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757B4" w:rsidRDefault="005757B4">
                                  <w:pPr>
                                    <w:pStyle w:val="R"/>
                                    <w:jc w:val="both"/>
                                  </w:pPr>
                                  <w:bookmarkStart w:id="13" w:name="rcvOffice" w:colFirst="0" w:colLast="0"/>
                                </w:p>
                              </w:tc>
                            </w:tr>
                            <w:bookmarkEnd w:id="13"/>
                          </w:tbl>
                          <w:p w:rsidR="005757B4" w:rsidRDefault="00575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0" type="#_x0000_t202" style="position:absolute;left:0;text-align:left;margin-left:151.55pt;margin-top:51.05pt;width:45.6pt;height:2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sL0QIAAMM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757B4" w:rsidTr="005757B4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757B4" w:rsidRDefault="005757B4">
                            <w:pPr>
                              <w:pStyle w:val="R"/>
                              <w:jc w:val="both"/>
                            </w:pPr>
                            <w:bookmarkStart w:id="14" w:name="rcvOffice" w:colFirst="0" w:colLast="0"/>
                          </w:p>
                        </w:tc>
                      </w:tr>
                      <w:bookmarkEnd w:id="14"/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757B4" w:rsidTr="005757B4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757B4" w:rsidRDefault="005757B4">
                                  <w:pPr>
                                    <w:pStyle w:val="RA"/>
                                    <w:ind w:left="-10"/>
                                  </w:pPr>
                                  <w:bookmarkStart w:id="15" w:name="rcvZipA" w:colFirst="0" w:colLast="0"/>
                                  <w:bookmarkStart w:id="16" w:name="rcvZipB" w:colFirst="1" w:colLast="1"/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757B4" w:rsidRDefault="005757B4">
                                  <w:pPr>
                                    <w:pStyle w:val="RB"/>
                                    <w:ind w:right="-168"/>
                                  </w:pP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5757B4" w:rsidRDefault="00575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left:0;text-align:left;margin-left:98pt;margin-top:-4.25pt;width:150.6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DZ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ORpMNn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757B4" w:rsidTr="005757B4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757B4" w:rsidRDefault="005757B4">
                            <w:pPr>
                              <w:pStyle w:val="RA"/>
                              <w:ind w:left="-10"/>
                            </w:pPr>
                            <w:bookmarkStart w:id="17" w:name="rcvZipA" w:colFirst="0" w:colLast="0"/>
                            <w:bookmarkStart w:id="18" w:name="rcvZipB" w:colFirst="1" w:colLast="1"/>
                          </w:p>
                        </w:tc>
                        <w:tc>
                          <w:tcPr>
                            <w:tcW w:w="1566" w:type="dxa"/>
                          </w:tcPr>
                          <w:p w:rsidR="005757B4" w:rsidRDefault="005757B4">
                            <w:pPr>
                              <w:pStyle w:val="RB"/>
                              <w:ind w:right="-168"/>
                            </w:pPr>
                          </w:p>
                        </w:tc>
                      </w:tr>
                      <w:bookmarkEnd w:id="17"/>
                      <w:bookmarkEnd w:id="18"/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6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757B4" w:rsidTr="005757B4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757B4" w:rsidRDefault="005757B4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757B4" w:rsidRDefault="005757B4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5757B4" w:rsidRDefault="005757B4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2" type="#_x0000_t202" style="position:absolute;left:0;text-align:left;margin-left:-16.85pt;margin-top:357.5pt;width:99.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W6y2VdwCAADL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757B4" w:rsidTr="005757B4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757B4" w:rsidRDefault="005757B4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:rsidR="005757B4" w:rsidRDefault="005757B4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5757B4" w:rsidRDefault="005757B4"/>
                  </w:txbxContent>
                </v:textbox>
              </v:shape>
            </w:pict>
          </mc:Fallback>
        </mc:AlternateContent>
      </w:r>
      <w:r w:rsidR="001659D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0" r="0" b="0"/>
                <wp:wrapNone/>
                <wp:docPr id="45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59DA" w:rsidRPr="001659DA" w:rsidRDefault="001659DA" w:rsidP="001659D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経</w:t>
                            </w: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営事項審査の申請の予約をします。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許 可 番 号（　　　－　　　）第　　　　号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商号又は名称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 表 者 名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主たる営業所の所在地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 話 番 号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審査基準日　　令和　　　年　　　月　　　日</w:t>
                            </w:r>
                          </w:p>
                          <w:p w:rsidR="001659DA" w:rsidRDefault="001659DA" w:rsidP="001659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（決算日）　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659DA" w:rsidRPr="00756B3B" w:rsidRDefault="001659DA" w:rsidP="001659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受審希望月　　令和　　　年　　　月 審査</w:t>
                            </w:r>
                          </w:p>
                          <w:p w:rsidR="00756B3B" w:rsidRDefault="001659DA" w:rsidP="001659DA">
                            <w:pPr>
                              <w:rPr>
                                <w:sz w:val="16"/>
                                <w:szCs w:val="18"/>
                                <w:u w:val="single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6"/>
                                <w:szCs w:val="18"/>
                                <w:u w:val="single"/>
                              </w:rPr>
                              <w:t>※4月・2月・7月は審査を行わない</w:t>
                            </w:r>
                          </w:p>
                          <w:p w:rsidR="00756B3B" w:rsidRPr="00756B3B" w:rsidRDefault="00756B3B" w:rsidP="001659DA">
                            <w:pPr>
                              <w:rPr>
                                <w:sz w:val="16"/>
                                <w:szCs w:val="18"/>
                                <w:u w:val="single"/>
                              </w:rPr>
                            </w:pPr>
                          </w:p>
                          <w:p w:rsidR="001659DA" w:rsidRPr="001659DA" w:rsidRDefault="001659DA" w:rsidP="001659D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ＪＣＩＰによる電子申請を行う予定の事業者は以下のすべてに同意のうえ、✓をしてください。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  <w:u w:val="single"/>
                              </w:rPr>
                              <w:t>※書面申請を行う場合はチェックしないでください。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□ＪＣＩＰによる電子申請を行います。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□この予約申込時点で、電子申請に必要なＧビズＩＤを取得済であることに相違ありません。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20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 xml:space="preserve">□指定の日時までに電子申請を行うことが難しい場合は、すみやかに所管土木事務所あて連絡します。　</w:t>
                            </w:r>
                          </w:p>
                          <w:p w:rsidR="001659DA" w:rsidRPr="001659DA" w:rsidRDefault="001659DA" w:rsidP="001659DA">
                            <w:pPr>
                              <w:rPr>
                                <w:sz w:val="20"/>
                              </w:rPr>
                            </w:pPr>
                            <w:r w:rsidRPr="001659DA">
                              <w:rPr>
                                <w:rFonts w:hint="eastAsia"/>
                                <w:sz w:val="20"/>
                              </w:rPr>
                              <w:t> </w:t>
                            </w:r>
                          </w:p>
                          <w:p w:rsidR="005757B4" w:rsidRPr="001659DA" w:rsidRDefault="005757B4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left:0;text-align:left;margin-left:284.05pt;margin-top:1.05pt;width:238.1pt;height:3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CYSxQ52wIAANQ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1659DA" w:rsidRPr="001659DA" w:rsidRDefault="001659DA" w:rsidP="001659D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20"/>
                          <w:szCs w:val="20"/>
                        </w:rPr>
                        <w:t>経</w:t>
                      </w: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営事項審査の申請の予約をします。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 許 可 番 号（　　　－　　　）第　　　　号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商号又は名称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代 表 者 名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主たる営業所の所在地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電 話 番 号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 </w:t>
                      </w:r>
                    </w:p>
                    <w:p w:rsidR="001659DA" w:rsidRP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>審査基準日　　令和　　　年　　　月　　　日</w:t>
                      </w:r>
                    </w:p>
                    <w:p w:rsidR="001659DA" w:rsidRDefault="001659DA" w:rsidP="001659DA">
                      <w:pPr>
                        <w:rPr>
                          <w:sz w:val="18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8"/>
                          <w:szCs w:val="18"/>
                        </w:rPr>
                        <w:t xml:space="preserve">（決算日）　</w:t>
                      </w:r>
                    </w:p>
                    <w:p w:rsidR="001659DA" w:rsidRPr="001659DA" w:rsidRDefault="001659DA" w:rsidP="001659DA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1659DA" w:rsidRPr="00756B3B" w:rsidRDefault="001659DA" w:rsidP="001659DA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1659DA">
                        <w:rPr>
                          <w:rFonts w:hint="eastAsia"/>
                          <w:sz w:val="20"/>
                          <w:szCs w:val="20"/>
                        </w:rPr>
                        <w:t>受審希望月　　令和　　　年　　　月 審査</w:t>
                      </w:r>
                    </w:p>
                    <w:p w:rsidR="00756B3B" w:rsidRDefault="001659DA" w:rsidP="001659DA">
                      <w:pPr>
                        <w:rPr>
                          <w:sz w:val="16"/>
                          <w:szCs w:val="18"/>
                          <w:u w:val="single"/>
                        </w:rPr>
                      </w:pPr>
                      <w:r w:rsidRPr="001659DA">
                        <w:rPr>
                          <w:rFonts w:hint="eastAsia"/>
                          <w:sz w:val="16"/>
                          <w:szCs w:val="18"/>
                          <w:u w:val="single"/>
                        </w:rPr>
                        <w:t>※4月・2月・7月は審査を行わない</w:t>
                      </w:r>
                    </w:p>
                    <w:p w:rsidR="00756B3B" w:rsidRPr="00756B3B" w:rsidRDefault="00756B3B" w:rsidP="001659DA">
                      <w:pPr>
                        <w:rPr>
                          <w:rFonts w:hint="eastAsia"/>
                          <w:sz w:val="16"/>
                          <w:szCs w:val="18"/>
                          <w:u w:val="single"/>
                        </w:rPr>
                      </w:pPr>
                      <w:bookmarkStart w:id="25" w:name="_GoBack"/>
                      <w:bookmarkEnd w:id="25"/>
                    </w:p>
                    <w:p w:rsidR="001659DA" w:rsidRPr="001659DA" w:rsidRDefault="001659DA" w:rsidP="001659DA">
                      <w:pPr>
                        <w:rPr>
                          <w:sz w:val="16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6"/>
                          <w:szCs w:val="18"/>
                        </w:rPr>
                        <w:t>ＪＣＩＰによる電子申請を行う予定の事業者は以下のすべてに同意のうえ、✓をしてください。</w:t>
                      </w:r>
                    </w:p>
                    <w:p w:rsidR="001659DA" w:rsidRPr="001659DA" w:rsidRDefault="001659DA" w:rsidP="001659DA">
                      <w:pPr>
                        <w:rPr>
                          <w:sz w:val="16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b/>
                          <w:bCs/>
                          <w:sz w:val="16"/>
                          <w:szCs w:val="18"/>
                          <w:u w:val="single"/>
                        </w:rPr>
                        <w:t>※書面申請を行う場合はチェックしないでください。</w:t>
                      </w:r>
                    </w:p>
                    <w:p w:rsidR="001659DA" w:rsidRPr="001659DA" w:rsidRDefault="001659DA" w:rsidP="001659DA">
                      <w:pPr>
                        <w:rPr>
                          <w:sz w:val="16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6"/>
                          <w:szCs w:val="18"/>
                        </w:rPr>
                        <w:t>□ＪＣＩＰによる電子申請を行います。</w:t>
                      </w:r>
                    </w:p>
                    <w:p w:rsidR="001659DA" w:rsidRPr="001659DA" w:rsidRDefault="001659DA" w:rsidP="001659DA">
                      <w:pPr>
                        <w:rPr>
                          <w:sz w:val="16"/>
                          <w:szCs w:val="18"/>
                        </w:rPr>
                      </w:pPr>
                      <w:r w:rsidRPr="001659DA">
                        <w:rPr>
                          <w:rFonts w:hint="eastAsia"/>
                          <w:sz w:val="16"/>
                          <w:szCs w:val="18"/>
                        </w:rPr>
                        <w:t>□この予約申込時点で、電子申請に必要なＧビズＩＤを取得済であることに相違ありません。</w:t>
                      </w:r>
                    </w:p>
                    <w:p w:rsidR="001659DA" w:rsidRPr="001659DA" w:rsidRDefault="001659DA" w:rsidP="001659DA">
                      <w:pPr>
                        <w:rPr>
                          <w:sz w:val="20"/>
                        </w:rPr>
                      </w:pPr>
                      <w:r w:rsidRPr="001659DA">
                        <w:rPr>
                          <w:rFonts w:hint="eastAsia"/>
                          <w:sz w:val="16"/>
                          <w:szCs w:val="18"/>
                        </w:rPr>
                        <w:t xml:space="preserve">□指定の日時までに電子申請を行うことが難しい場合は、すみやかに所管土木事務所あて連絡します。　</w:t>
                      </w:r>
                    </w:p>
                    <w:p w:rsidR="001659DA" w:rsidRPr="001659DA" w:rsidRDefault="001659DA" w:rsidP="001659DA">
                      <w:pPr>
                        <w:rPr>
                          <w:sz w:val="20"/>
                        </w:rPr>
                      </w:pPr>
                      <w:r w:rsidRPr="001659DA">
                        <w:rPr>
                          <w:rFonts w:hint="eastAsia"/>
                          <w:sz w:val="20"/>
                        </w:rPr>
                        <w:t> </w:t>
                      </w:r>
                    </w:p>
                    <w:p w:rsidR="005757B4" w:rsidRPr="001659DA" w:rsidRDefault="005757B4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84FBD" w:rsidSect="005757B4"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BD" w:rsidRDefault="002E20BD" w:rsidP="00C26180">
      <w:r>
        <w:separator/>
      </w:r>
    </w:p>
  </w:endnote>
  <w:endnote w:type="continuationSeparator" w:id="0">
    <w:p w:rsidR="002E20BD" w:rsidRDefault="002E20BD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BD" w:rsidRDefault="002E20BD" w:rsidP="00C26180">
      <w:r>
        <w:separator/>
      </w:r>
    </w:p>
  </w:footnote>
  <w:footnote w:type="continuationSeparator" w:id="0">
    <w:p w:rsidR="002E20BD" w:rsidRDefault="002E20BD" w:rsidP="00C26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B4"/>
    <w:rsid w:val="00095D1C"/>
    <w:rsid w:val="001659DA"/>
    <w:rsid w:val="002E20BD"/>
    <w:rsid w:val="005757B4"/>
    <w:rsid w:val="00756B3B"/>
    <w:rsid w:val="00884FBD"/>
    <w:rsid w:val="00C26180"/>
    <w:rsid w:val="00C85D5F"/>
    <w:rsid w:val="00CA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A549A3-EB68-485A-BCC4-4208FD29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7B4"/>
    <w:pPr>
      <w:widowControl w:val="0"/>
      <w:jc w:val="both"/>
    </w:pPr>
    <w:rPr>
      <w:rFonts w:ascii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7B4"/>
    <w:rPr>
      <w:rFonts w:cs="Times New Roman"/>
      <w:szCs w:val="24"/>
    </w:rPr>
  </w:style>
  <w:style w:type="paragraph" w:styleId="a5">
    <w:name w:val="footer"/>
    <w:basedOn w:val="a"/>
    <w:link w:val="a6"/>
    <w:rsid w:val="00575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7B4"/>
    <w:rPr>
      <w:rFonts w:cs="Times New Roman"/>
      <w:szCs w:val="24"/>
    </w:rPr>
  </w:style>
  <w:style w:type="paragraph" w:customStyle="1" w:styleId="R">
    <w:name w:val="R会社"/>
    <w:basedOn w:val="a"/>
    <w:rsid w:val="005757B4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5757B4"/>
    <w:pPr>
      <w:ind w:left="0"/>
    </w:pPr>
    <w:rPr>
      <w:noProof/>
      <w:sz w:val="22"/>
    </w:rPr>
  </w:style>
  <w:style w:type="paragraph" w:customStyle="1" w:styleId="R0">
    <w:name w:val="R氏名"/>
    <w:basedOn w:val="a"/>
    <w:rsid w:val="005757B4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5757B4"/>
    <w:rPr>
      <w:noProof/>
      <w:sz w:val="44"/>
    </w:rPr>
  </w:style>
  <w:style w:type="paragraph" w:customStyle="1" w:styleId="R1">
    <w:name w:val="R住所_1"/>
    <w:basedOn w:val="a"/>
    <w:rsid w:val="005757B4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5757B4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5757B4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5757B4"/>
    <w:pPr>
      <w:ind w:left="0"/>
    </w:pPr>
    <w:rPr>
      <w:noProof/>
      <w:sz w:val="21"/>
    </w:rPr>
  </w:style>
  <w:style w:type="paragraph" w:customStyle="1" w:styleId="R3">
    <w:name w:val="R部署"/>
    <w:basedOn w:val="a"/>
    <w:rsid w:val="005757B4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5757B4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5757B4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5757B4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5757B4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5757B4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5757B4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5757B4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5757B4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5757B4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5757B4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5757B4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5757B4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7">
    <w:name w:val="Balloon Text"/>
    <w:basedOn w:val="a"/>
    <w:link w:val="a8"/>
    <w:semiHidden/>
    <w:rsid w:val="005757B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757B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30257\Documents\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Documents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oitapref</cp:lastModifiedBy>
  <cp:revision>3</cp:revision>
  <dcterms:created xsi:type="dcterms:W3CDTF">2023-02-15T07:58:00Z</dcterms:created>
  <dcterms:modified xsi:type="dcterms:W3CDTF">2023-02-15T10:18:00Z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cpntHNum">
    <vt:i4>0</vt:i4>
  </property>
  <property fmtid="{D5CDD505-2E9C-101B-9397-08002B2CF9AE}" pid="3" name="SenderHNum">
    <vt:i4>0</vt:i4>
  </property>
  <property fmtid="{D5CDD505-2E9C-101B-9397-08002B2CF9AE}" pid="4" name="WizardSucceeded">
    <vt:i4>1</vt:i4>
  </property>
</Properties>
</file>